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D7" w:rsidRPr="00FD4A68" w:rsidRDefault="002816D4" w:rsidP="00782A4F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A0F511633BD94C13BAC879804B7F104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9207B9">
            <w:t>Packet Tracer - Configure IPv6 Addressing</w:t>
          </w:r>
        </w:sdtContent>
      </w:sdt>
    </w:p>
    <w:p w:rsidR="009207B9" w:rsidRPr="00BB73FF" w:rsidRDefault="009207B9" w:rsidP="009207B9">
      <w:pPr>
        <w:pStyle w:val="Heading1"/>
        <w:numPr>
          <w:ilvl w:val="0"/>
          <w:numId w:val="3"/>
        </w:numPr>
      </w:pPr>
      <w:bookmarkStart w:id="0" w:name="_GoBack"/>
      <w:bookmarkEnd w:id="0"/>
      <w:r w:rsidRPr="00BB73FF">
        <w:t>Addressing Table</w:t>
      </w:r>
    </w:p>
    <w:tbl>
      <w:tblPr>
        <w:tblW w:w="98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/ Prefix  and Subnet Mask."/>
      </w:tblPr>
      <w:tblGrid>
        <w:gridCol w:w="2157"/>
        <w:gridCol w:w="2250"/>
        <w:gridCol w:w="2970"/>
        <w:gridCol w:w="2463"/>
      </w:tblGrid>
      <w:tr w:rsidR="009207B9" w:rsidTr="00450FDB">
        <w:trPr>
          <w:cantSplit/>
          <w:tblHeader/>
          <w:jc w:val="center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A67656">
            <w:pPr>
              <w:pStyle w:val="TableHeading"/>
            </w:pPr>
            <w:r w:rsidRPr="00E87D62">
              <w:t>Device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A67656">
            <w:pPr>
              <w:pStyle w:val="TableHeading"/>
            </w:pPr>
            <w:r w:rsidRPr="00E87D62">
              <w:t>Interface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A67656">
            <w:pPr>
              <w:pStyle w:val="TableHeading"/>
            </w:pPr>
            <w:r w:rsidRPr="00E87D62">
              <w:t>IP</w:t>
            </w:r>
            <w:r>
              <w:t>v6</w:t>
            </w:r>
            <w:r w:rsidRPr="00E87D62">
              <w:t xml:space="preserve"> Address</w:t>
            </w:r>
            <w:r>
              <w:t>/Prefix</w:t>
            </w:r>
          </w:p>
        </w:tc>
        <w:tc>
          <w:tcPr>
            <w:tcW w:w="2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A67656">
            <w:pPr>
              <w:pStyle w:val="TableHeading"/>
            </w:pPr>
            <w:r w:rsidRPr="00E87D62">
              <w:t>Default Gateway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bottom w:val="nil"/>
            </w:tcBorders>
            <w:vAlign w:val="center"/>
          </w:tcPr>
          <w:p w:rsidR="009207B9" w:rsidRPr="00E87D62" w:rsidRDefault="009207B9" w:rsidP="00A67656">
            <w:pPr>
              <w:pStyle w:val="TableText"/>
            </w:pPr>
            <w:r>
              <w:t>R1</w:t>
            </w:r>
          </w:p>
        </w:tc>
        <w:tc>
          <w:tcPr>
            <w:tcW w:w="2250" w:type="dxa"/>
            <w:tcBorders>
              <w:bottom w:val="nil"/>
            </w:tcBorders>
            <w:vAlign w:val="bottom"/>
          </w:tcPr>
          <w:p w:rsidR="009207B9" w:rsidRPr="00E87D62" w:rsidRDefault="009207B9" w:rsidP="00A67656">
            <w:pPr>
              <w:pStyle w:val="TableText"/>
            </w:pPr>
            <w:r>
              <w:t>G0/0</w:t>
            </w:r>
          </w:p>
        </w:tc>
        <w:tc>
          <w:tcPr>
            <w:tcW w:w="2970" w:type="dxa"/>
            <w:vAlign w:val="bottom"/>
          </w:tcPr>
          <w:p w:rsidR="009207B9" w:rsidRPr="00E87D62" w:rsidRDefault="009207B9" w:rsidP="00A67656">
            <w:pPr>
              <w:pStyle w:val="TableText"/>
            </w:pPr>
            <w:r>
              <w:t>2001:</w:t>
            </w:r>
            <w:r w:rsidR="007C70D1">
              <w:t>db</w:t>
            </w:r>
            <w:r>
              <w:t>8:1:1::1/64</w:t>
            </w:r>
          </w:p>
        </w:tc>
        <w:tc>
          <w:tcPr>
            <w:tcW w:w="2463" w:type="dxa"/>
            <w:tcBorders>
              <w:bottom w:val="nil"/>
            </w:tcBorders>
            <w:vAlign w:val="bottom"/>
          </w:tcPr>
          <w:p w:rsidR="009207B9" w:rsidRPr="00E87D62" w:rsidRDefault="009207B9" w:rsidP="00A67656">
            <w:pPr>
              <w:pStyle w:val="TableText"/>
            </w:pPr>
            <w:r>
              <w:t>N/A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R1</w:t>
            </w:r>
          </w:p>
        </w:tc>
        <w:tc>
          <w:tcPr>
            <w:tcW w:w="2250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G0/0</w:t>
            </w:r>
          </w:p>
        </w:tc>
        <w:tc>
          <w:tcPr>
            <w:tcW w:w="2970" w:type="dxa"/>
            <w:vAlign w:val="bottom"/>
          </w:tcPr>
          <w:p w:rsidR="00450FDB" w:rsidRDefault="007C70D1" w:rsidP="00450FDB">
            <w:pPr>
              <w:pStyle w:val="TableText"/>
            </w:pPr>
            <w:r>
              <w:t>fe</w:t>
            </w:r>
            <w:r w:rsidR="00450FDB">
              <w:t>80::1</w:t>
            </w:r>
          </w:p>
        </w:tc>
        <w:tc>
          <w:tcPr>
            <w:tcW w:w="2463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N/A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Pr="00E87D62" w:rsidRDefault="00450FDB" w:rsidP="00450FDB">
            <w:pPr>
              <w:pStyle w:val="ConfigWindow"/>
            </w:pPr>
            <w:r>
              <w:t>R1</w:t>
            </w:r>
          </w:p>
        </w:tc>
        <w:tc>
          <w:tcPr>
            <w:tcW w:w="2250" w:type="dxa"/>
            <w:tcBorders>
              <w:bottom w:val="nil"/>
            </w:tcBorders>
            <w:vAlign w:val="bottom"/>
          </w:tcPr>
          <w:p w:rsidR="00450FDB" w:rsidRPr="00E87D62" w:rsidRDefault="00450FDB" w:rsidP="00450FDB">
            <w:pPr>
              <w:pStyle w:val="TableText"/>
            </w:pPr>
            <w:r>
              <w:t>G0/1</w:t>
            </w:r>
          </w:p>
        </w:tc>
        <w:tc>
          <w:tcPr>
            <w:tcW w:w="2970" w:type="dxa"/>
            <w:vAlign w:val="bottom"/>
          </w:tcPr>
          <w:p w:rsidR="00450FDB" w:rsidRPr="00E87D62" w:rsidRDefault="00450FDB" w:rsidP="00450FDB">
            <w:pPr>
              <w:pStyle w:val="TableText"/>
            </w:pPr>
            <w:r>
              <w:t>2001:</w:t>
            </w:r>
            <w:r w:rsidR="007C70D1">
              <w:t>db</w:t>
            </w:r>
            <w:r>
              <w:t>8:1:2::1/64</w:t>
            </w:r>
          </w:p>
        </w:tc>
        <w:tc>
          <w:tcPr>
            <w:tcW w:w="2463" w:type="dxa"/>
            <w:tcBorders>
              <w:bottom w:val="nil"/>
            </w:tcBorders>
            <w:vAlign w:val="bottom"/>
          </w:tcPr>
          <w:p w:rsidR="00450FDB" w:rsidRPr="00E87D62" w:rsidRDefault="00450FDB" w:rsidP="00450FDB">
            <w:pPr>
              <w:pStyle w:val="TableText"/>
            </w:pPr>
            <w:r>
              <w:t>N/A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R1</w:t>
            </w:r>
          </w:p>
        </w:tc>
        <w:tc>
          <w:tcPr>
            <w:tcW w:w="2250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G0/1</w:t>
            </w:r>
          </w:p>
        </w:tc>
        <w:tc>
          <w:tcPr>
            <w:tcW w:w="2970" w:type="dxa"/>
            <w:vAlign w:val="bottom"/>
          </w:tcPr>
          <w:p w:rsidR="00450FDB" w:rsidRDefault="007C70D1" w:rsidP="00450FDB">
            <w:pPr>
              <w:pStyle w:val="TableText"/>
            </w:pPr>
            <w:r>
              <w:t>fe</w:t>
            </w:r>
            <w:r w:rsidR="00450FDB">
              <w:t>80::1</w:t>
            </w:r>
          </w:p>
        </w:tc>
        <w:tc>
          <w:tcPr>
            <w:tcW w:w="2463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N/A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R1</w:t>
            </w:r>
          </w:p>
        </w:tc>
        <w:tc>
          <w:tcPr>
            <w:tcW w:w="2250" w:type="dxa"/>
            <w:tcBorders>
              <w:bottom w:val="nil"/>
            </w:tcBorders>
            <w:vAlign w:val="bottom"/>
          </w:tcPr>
          <w:p w:rsidR="00450FDB" w:rsidRDefault="00450FDB" w:rsidP="00450FDB">
            <w:pPr>
              <w:pStyle w:val="TableText"/>
            </w:pPr>
            <w:r>
              <w:t>S0/0/0</w:t>
            </w:r>
          </w:p>
        </w:tc>
        <w:tc>
          <w:tcPr>
            <w:tcW w:w="2970" w:type="dxa"/>
            <w:vAlign w:val="bottom"/>
          </w:tcPr>
          <w:p w:rsidR="00450FDB" w:rsidRDefault="00450FDB" w:rsidP="00450FDB">
            <w:pPr>
              <w:pStyle w:val="TableText"/>
            </w:pPr>
            <w:r>
              <w:t>2001:</w:t>
            </w:r>
            <w:r w:rsidR="007C70D1">
              <w:t>db</w:t>
            </w:r>
            <w:proofErr w:type="gramStart"/>
            <w:r>
              <w:t>8:1:</w:t>
            </w:r>
            <w:r w:rsidR="007C70D1">
              <w:t>a</w:t>
            </w:r>
            <w:proofErr w:type="gramEnd"/>
            <w:r>
              <w:t>001::2/64</w:t>
            </w:r>
          </w:p>
        </w:tc>
        <w:tc>
          <w:tcPr>
            <w:tcW w:w="2463" w:type="dxa"/>
            <w:tcBorders>
              <w:bottom w:val="nil"/>
            </w:tcBorders>
            <w:vAlign w:val="bottom"/>
          </w:tcPr>
          <w:p w:rsidR="00450FDB" w:rsidRPr="00E87D62" w:rsidRDefault="00450FDB" w:rsidP="00450FDB">
            <w:pPr>
              <w:pStyle w:val="TableText"/>
            </w:pPr>
            <w:r>
              <w:t>N/A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R1</w:t>
            </w:r>
          </w:p>
        </w:tc>
        <w:tc>
          <w:tcPr>
            <w:tcW w:w="2250" w:type="dxa"/>
            <w:tcBorders>
              <w:top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S0/0/0</w:t>
            </w:r>
          </w:p>
        </w:tc>
        <w:tc>
          <w:tcPr>
            <w:tcW w:w="2970" w:type="dxa"/>
            <w:vAlign w:val="bottom"/>
          </w:tcPr>
          <w:p w:rsidR="00450FDB" w:rsidRDefault="007C70D1" w:rsidP="00450FDB">
            <w:pPr>
              <w:pStyle w:val="TableText"/>
            </w:pPr>
            <w:r>
              <w:t>fe</w:t>
            </w:r>
            <w:r w:rsidR="00450FDB">
              <w:t>80::1</w:t>
            </w:r>
          </w:p>
        </w:tc>
        <w:tc>
          <w:tcPr>
            <w:tcW w:w="2463" w:type="dxa"/>
            <w:tcBorders>
              <w:top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N/A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Sales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  <w:vAlign w:val="bottom"/>
          </w:tcPr>
          <w:p w:rsidR="00450FDB" w:rsidRDefault="00450FDB" w:rsidP="00450FDB">
            <w:pPr>
              <w:pStyle w:val="TableText"/>
            </w:pPr>
            <w:r>
              <w:t>2001:</w:t>
            </w:r>
            <w:r w:rsidR="007C70D1">
              <w:t>db</w:t>
            </w:r>
            <w:r>
              <w:t>8:1:1::2/64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</w:t>
            </w:r>
            <w:r w:rsidR="00450FDB" w:rsidRPr="00595086">
              <w:t>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Billing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  <w:vAlign w:val="bottom"/>
          </w:tcPr>
          <w:p w:rsidR="00450FDB" w:rsidRDefault="00450FDB" w:rsidP="00450FDB">
            <w:pPr>
              <w:pStyle w:val="TableText"/>
            </w:pPr>
            <w:r>
              <w:t>2001:</w:t>
            </w:r>
            <w:r w:rsidR="007C70D1">
              <w:t>db</w:t>
            </w:r>
            <w:r>
              <w:t>8:1:1::3/64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</w:t>
            </w:r>
            <w:r w:rsidR="00450FDB" w:rsidRPr="00595086">
              <w:t>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Accounting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  <w:vAlign w:val="bottom"/>
          </w:tcPr>
          <w:p w:rsidR="00450FDB" w:rsidRDefault="00450FDB" w:rsidP="00450FDB">
            <w:pPr>
              <w:pStyle w:val="TableText"/>
            </w:pPr>
            <w:r>
              <w:t>2001:</w:t>
            </w:r>
            <w:r w:rsidR="007C70D1">
              <w:t>db</w:t>
            </w:r>
            <w:r>
              <w:t>8:1:1::4/64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</w:t>
            </w:r>
            <w:r w:rsidR="00450FDB" w:rsidRPr="00595086">
              <w:t>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Design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</w:tcPr>
          <w:p w:rsidR="00450FDB" w:rsidRDefault="00450FDB" w:rsidP="00450FDB">
            <w:pPr>
              <w:pStyle w:val="TableText"/>
            </w:pPr>
            <w:r w:rsidRPr="002928CB">
              <w:t>2001:</w:t>
            </w:r>
            <w:r w:rsidR="007C70D1">
              <w:t>db</w:t>
            </w:r>
            <w:r w:rsidRPr="002928CB">
              <w:t>8:1:2::</w:t>
            </w:r>
            <w:r>
              <w:t>2</w:t>
            </w:r>
            <w:r w:rsidRPr="002928CB">
              <w:t>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</w:t>
            </w:r>
            <w:r w:rsidR="00450FDB" w:rsidRPr="00595086">
              <w:t>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Engineering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</w:tcPr>
          <w:p w:rsidR="00450FDB" w:rsidRDefault="00450FDB" w:rsidP="00450FDB">
            <w:pPr>
              <w:pStyle w:val="TableText"/>
            </w:pPr>
            <w:r w:rsidRPr="002928CB">
              <w:t>2001:</w:t>
            </w:r>
            <w:r w:rsidR="007C70D1">
              <w:t>db</w:t>
            </w:r>
            <w:r w:rsidRPr="002928CB">
              <w:t>8:1:2::</w:t>
            </w:r>
            <w:r>
              <w:t>3</w:t>
            </w:r>
            <w:r w:rsidRPr="002928CB">
              <w:t>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</w:t>
            </w:r>
            <w:r w:rsidR="00450FDB" w:rsidRPr="00595086">
              <w:t>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CAD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</w:tcPr>
          <w:p w:rsidR="00450FDB" w:rsidRDefault="00450FDB" w:rsidP="00450FDB">
            <w:pPr>
              <w:pStyle w:val="TableText"/>
            </w:pPr>
            <w:r w:rsidRPr="002928CB">
              <w:t>2001:</w:t>
            </w:r>
            <w:r w:rsidR="007C70D1">
              <w:t>db</w:t>
            </w:r>
            <w:r w:rsidRPr="002928CB">
              <w:t>8:1:2::</w:t>
            </w:r>
            <w:r>
              <w:t>4</w:t>
            </w:r>
            <w:r w:rsidRPr="002928CB">
              <w:t>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</w:t>
            </w:r>
            <w:r w:rsidR="00450FDB" w:rsidRPr="00595086">
              <w:t>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ISP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S0/0/0</w:t>
            </w:r>
          </w:p>
        </w:tc>
        <w:tc>
          <w:tcPr>
            <w:tcW w:w="2970" w:type="dxa"/>
          </w:tcPr>
          <w:p w:rsidR="00450FDB" w:rsidRPr="002928CB" w:rsidRDefault="00450FDB" w:rsidP="00450FDB">
            <w:pPr>
              <w:pStyle w:val="TableText"/>
            </w:pPr>
            <w:r w:rsidRPr="00204577">
              <w:t>2001:</w:t>
            </w:r>
            <w:r w:rsidR="007C70D1">
              <w:t>db</w:t>
            </w:r>
            <w:proofErr w:type="gramStart"/>
            <w:r w:rsidRPr="00204577">
              <w:t>8:1:</w:t>
            </w:r>
            <w:r w:rsidR="007C70D1">
              <w:t>a</w:t>
            </w:r>
            <w:proofErr w:type="gramEnd"/>
            <w:r w:rsidRPr="00204577">
              <w:t>001::1</w:t>
            </w:r>
          </w:p>
        </w:tc>
        <w:tc>
          <w:tcPr>
            <w:tcW w:w="2463" w:type="dxa"/>
          </w:tcPr>
          <w:p w:rsidR="00450FDB" w:rsidRPr="00595086" w:rsidRDefault="007C70D1" w:rsidP="00450FDB">
            <w:pPr>
              <w:pStyle w:val="TableText"/>
            </w:pPr>
            <w:r>
              <w:t>fe</w:t>
            </w:r>
            <w:r w:rsidR="00450FDB">
              <w:t>80::1</w:t>
            </w:r>
          </w:p>
        </w:tc>
      </w:tr>
    </w:tbl>
    <w:p w:rsidR="009207B9" w:rsidRPr="00BB73FF" w:rsidRDefault="009207B9" w:rsidP="009207B9">
      <w:pPr>
        <w:pStyle w:val="Heading1"/>
        <w:numPr>
          <w:ilvl w:val="0"/>
          <w:numId w:val="3"/>
        </w:numPr>
      </w:pPr>
      <w:r w:rsidRPr="00BB73FF">
        <w:t>Objective</w:t>
      </w:r>
      <w:r>
        <w:t>s</w:t>
      </w:r>
    </w:p>
    <w:p w:rsidR="009207B9" w:rsidRPr="004C0909" w:rsidRDefault="009207B9" w:rsidP="009207B9">
      <w:pPr>
        <w:pStyle w:val="BodyTextL25Bold"/>
      </w:pPr>
      <w:r>
        <w:t>Part 1: Configure IPv6 Addressing on the Router</w:t>
      </w:r>
    </w:p>
    <w:p w:rsidR="009207B9" w:rsidRPr="004C0909" w:rsidRDefault="009207B9" w:rsidP="009207B9">
      <w:pPr>
        <w:pStyle w:val="BodyTextL25Bold"/>
      </w:pPr>
      <w:r>
        <w:t>Part 2: Configure IPv6 Addressing on Servers</w:t>
      </w:r>
    </w:p>
    <w:p w:rsidR="009207B9" w:rsidRPr="004C0909" w:rsidRDefault="009207B9" w:rsidP="009207B9">
      <w:pPr>
        <w:pStyle w:val="BodyTextL25Bold"/>
      </w:pPr>
      <w:r>
        <w:t>Part 3: Configure IPv6 Addressing on Clients</w:t>
      </w:r>
    </w:p>
    <w:p w:rsidR="009207B9" w:rsidRDefault="009207B9" w:rsidP="009207B9">
      <w:pPr>
        <w:pStyle w:val="BodyTextL25Bold"/>
      </w:pPr>
      <w:r>
        <w:t>Part 4: Test and Verify Network Connectivity</w:t>
      </w:r>
    </w:p>
    <w:p w:rsidR="009207B9" w:rsidRDefault="009207B9" w:rsidP="009207B9">
      <w:pPr>
        <w:pStyle w:val="Heading1"/>
        <w:numPr>
          <w:ilvl w:val="0"/>
          <w:numId w:val="3"/>
        </w:numPr>
      </w:pPr>
      <w:r>
        <w:t>Background</w:t>
      </w:r>
    </w:p>
    <w:p w:rsidR="009207B9" w:rsidRPr="00204856" w:rsidRDefault="009207B9" w:rsidP="009207B9">
      <w:pPr>
        <w:pStyle w:val="BodyTextL25"/>
      </w:pPr>
      <w:r>
        <w:t>In this activity, you will practice configuring IPv6 addresses on a router, servers, and clients. You will also practice verifying your IPv6 addressing implementation.</w:t>
      </w:r>
    </w:p>
    <w:p w:rsidR="009207B9" w:rsidRPr="00726DDA" w:rsidRDefault="009207B9" w:rsidP="00945E4E">
      <w:pPr>
        <w:pStyle w:val="Heading2"/>
      </w:pPr>
      <w:r w:rsidRPr="00726DDA">
        <w:t>Configure IPv6 Addressing on the Router</w:t>
      </w:r>
    </w:p>
    <w:p w:rsidR="009207B9" w:rsidRDefault="009207B9" w:rsidP="009207B9">
      <w:pPr>
        <w:pStyle w:val="Heading3"/>
      </w:pPr>
      <w:r>
        <w:t>Enable the router to forward IPv6 packets.</w:t>
      </w:r>
    </w:p>
    <w:p w:rsidR="009207B9" w:rsidRDefault="009207B9" w:rsidP="00450FDB">
      <w:pPr>
        <w:pStyle w:val="SubStepAlpha"/>
      </w:pPr>
      <w:r>
        <w:t xml:space="preserve">Click </w:t>
      </w:r>
      <w:r>
        <w:rPr>
          <w:b/>
        </w:rPr>
        <w:t>R1</w:t>
      </w:r>
      <w:r>
        <w:t xml:space="preserve"> and then the </w:t>
      </w:r>
      <w:r>
        <w:rPr>
          <w:b/>
        </w:rPr>
        <w:t xml:space="preserve">CLI </w:t>
      </w:r>
      <w:r>
        <w:t xml:space="preserve">tab. Press </w:t>
      </w:r>
      <w:r>
        <w:rPr>
          <w:b/>
        </w:rPr>
        <w:t>Enter</w:t>
      </w:r>
      <w:r>
        <w:t>.</w:t>
      </w:r>
    </w:p>
    <w:p w:rsidR="00945E4E" w:rsidRDefault="00945E4E" w:rsidP="00945E4E">
      <w:pPr>
        <w:pStyle w:val="ConfigWindow"/>
      </w:pPr>
      <w:r>
        <w:t>Open a configuration window</w:t>
      </w:r>
    </w:p>
    <w:p w:rsidR="009207B9" w:rsidRDefault="009207B9" w:rsidP="00945E4E">
      <w:pPr>
        <w:pStyle w:val="SubStepAlpha"/>
        <w:spacing w:before="0"/>
      </w:pPr>
      <w:r>
        <w:t>Enter privileged EXEC mode.</w:t>
      </w:r>
    </w:p>
    <w:p w:rsidR="009207B9" w:rsidRPr="003C6E52" w:rsidRDefault="009207B9" w:rsidP="00450FDB">
      <w:pPr>
        <w:pStyle w:val="SubStepAlpha"/>
      </w:pPr>
      <w:r>
        <w:t xml:space="preserve">Enter the </w:t>
      </w:r>
      <w:r w:rsidRPr="003C6E52">
        <w:rPr>
          <w:b/>
        </w:rPr>
        <w:t>ipv6 unicast-routing</w:t>
      </w:r>
      <w:r w:rsidRPr="00450FDB">
        <w:t xml:space="preserve"> global </w:t>
      </w:r>
      <w:r>
        <w:t xml:space="preserve">configuration command. This </w:t>
      </w:r>
      <w:r w:rsidRPr="00263732">
        <w:rPr>
          <w:lang w:val="en-CA"/>
        </w:rPr>
        <w:t xml:space="preserve">command must be </w:t>
      </w:r>
      <w:r>
        <w:rPr>
          <w:lang w:val="en-CA"/>
        </w:rPr>
        <w:t>entered</w:t>
      </w:r>
      <w:r w:rsidRPr="00263732">
        <w:rPr>
          <w:lang w:val="en-CA"/>
        </w:rPr>
        <w:t xml:space="preserve"> to enable the router to forward IPv6 packets.</w:t>
      </w:r>
    </w:p>
    <w:p w:rsidR="009207B9" w:rsidRPr="008702F4" w:rsidRDefault="009207B9" w:rsidP="009207B9">
      <w:pPr>
        <w:pStyle w:val="CMD"/>
      </w:pPr>
      <w:r>
        <w:t xml:space="preserve">R1(config)# </w:t>
      </w:r>
      <w:r w:rsidRPr="003C6E52">
        <w:rPr>
          <w:b/>
        </w:rPr>
        <w:t>ipv6 unicast-routing</w:t>
      </w:r>
    </w:p>
    <w:p w:rsidR="009207B9" w:rsidRPr="00726DDA" w:rsidRDefault="009207B9" w:rsidP="00450FDB">
      <w:pPr>
        <w:pStyle w:val="Heading3"/>
      </w:pPr>
      <w:r w:rsidRPr="00726DDA">
        <w:t xml:space="preserve">Configure IPv6 </w:t>
      </w:r>
      <w:r>
        <w:t>a</w:t>
      </w:r>
      <w:r w:rsidRPr="00726DDA">
        <w:t xml:space="preserve">ddressing on </w:t>
      </w:r>
      <w:r>
        <w:t>GigabitEthernet</w:t>
      </w:r>
      <w:r w:rsidRPr="00726DDA">
        <w:t>0/0.</w:t>
      </w:r>
    </w:p>
    <w:p w:rsidR="009207B9" w:rsidRDefault="009207B9" w:rsidP="00450FDB">
      <w:pPr>
        <w:pStyle w:val="SubStepAlpha"/>
      </w:pPr>
      <w:r>
        <w:t>Enter the commands necessary to move to interface configuration mode for GigabitEthernet0/0.</w:t>
      </w:r>
    </w:p>
    <w:p w:rsidR="009207B9" w:rsidRDefault="009207B9" w:rsidP="00450FDB">
      <w:pPr>
        <w:pStyle w:val="SubStepAlpha"/>
      </w:pPr>
      <w:r>
        <w:t xml:space="preserve">Configure the IPv6 address with the following command: </w:t>
      </w:r>
    </w:p>
    <w:p w:rsidR="009207B9" w:rsidRPr="002E5AB6" w:rsidRDefault="009207B9" w:rsidP="009207B9">
      <w:pPr>
        <w:pStyle w:val="CMD"/>
      </w:pPr>
      <w:r>
        <w:t>R1(config-</w:t>
      </w:r>
      <w:proofErr w:type="gramStart"/>
      <w:r>
        <w:t>if)#</w:t>
      </w:r>
      <w:proofErr w:type="gramEnd"/>
      <w:r>
        <w:t xml:space="preserve"> </w:t>
      </w:r>
      <w:r w:rsidRPr="00250DEE">
        <w:rPr>
          <w:b/>
        </w:rPr>
        <w:t xml:space="preserve">ipv6 address </w:t>
      </w:r>
      <w:r w:rsidRPr="00137312">
        <w:rPr>
          <w:b/>
        </w:rPr>
        <w:t>2001:</w:t>
      </w:r>
      <w:r w:rsidR="007C70D1">
        <w:rPr>
          <w:b/>
        </w:rPr>
        <w:t>db</w:t>
      </w:r>
      <w:r w:rsidRPr="00137312">
        <w:rPr>
          <w:b/>
        </w:rPr>
        <w:t>8:1:1::</w:t>
      </w:r>
      <w:r>
        <w:rPr>
          <w:b/>
        </w:rPr>
        <w:t>1</w:t>
      </w:r>
      <w:r w:rsidRPr="00137312">
        <w:rPr>
          <w:b/>
        </w:rPr>
        <w:t>/64</w:t>
      </w:r>
    </w:p>
    <w:p w:rsidR="009207B9" w:rsidRDefault="009207B9" w:rsidP="00450FDB">
      <w:pPr>
        <w:pStyle w:val="SubStepAlpha"/>
      </w:pPr>
      <w:r>
        <w:t>Configure the link-local IPv6 address with the following command:</w:t>
      </w:r>
    </w:p>
    <w:p w:rsidR="009207B9" w:rsidRDefault="009207B9" w:rsidP="009207B9">
      <w:pPr>
        <w:pStyle w:val="CMD"/>
      </w:pPr>
      <w:r>
        <w:t>R1(config-</w:t>
      </w:r>
      <w:proofErr w:type="gramStart"/>
      <w:r>
        <w:t>if)#</w:t>
      </w:r>
      <w:proofErr w:type="gramEnd"/>
      <w:r>
        <w:t xml:space="preserve"> </w:t>
      </w:r>
      <w:r w:rsidRPr="00EA33FA">
        <w:rPr>
          <w:b/>
        </w:rPr>
        <w:t xml:space="preserve">ipv6 address </w:t>
      </w:r>
      <w:r w:rsidR="007C70D1">
        <w:rPr>
          <w:b/>
        </w:rPr>
        <w:t>fe</w:t>
      </w:r>
      <w:r>
        <w:rPr>
          <w:b/>
        </w:rPr>
        <w:t>80::1 link-local</w:t>
      </w:r>
    </w:p>
    <w:p w:rsidR="009207B9" w:rsidRDefault="009207B9" w:rsidP="00450FDB">
      <w:pPr>
        <w:pStyle w:val="SubStepAlpha"/>
      </w:pPr>
      <w:r>
        <w:t>Activate the interface.</w:t>
      </w:r>
    </w:p>
    <w:p w:rsidR="009207B9" w:rsidRPr="003C6E52" w:rsidRDefault="009207B9" w:rsidP="009207B9">
      <w:pPr>
        <w:pStyle w:val="CMD"/>
      </w:pPr>
      <w:r w:rsidRPr="003C6E52">
        <w:t>R1(config-</w:t>
      </w:r>
      <w:proofErr w:type="gramStart"/>
      <w:r w:rsidRPr="003C6E52">
        <w:t>if)#</w:t>
      </w:r>
      <w:proofErr w:type="gramEnd"/>
      <w:r w:rsidRPr="003C6E52">
        <w:t xml:space="preserve"> </w:t>
      </w:r>
      <w:r w:rsidRPr="003C6E52">
        <w:rPr>
          <w:b/>
        </w:rPr>
        <w:t>no shutdown</w:t>
      </w:r>
    </w:p>
    <w:p w:rsidR="009207B9" w:rsidRPr="00726DDA" w:rsidRDefault="009207B9" w:rsidP="00450FDB">
      <w:pPr>
        <w:pStyle w:val="Heading3"/>
      </w:pPr>
      <w:r w:rsidRPr="00726DDA">
        <w:t xml:space="preserve">Configure IPv6 </w:t>
      </w:r>
      <w:r>
        <w:t>a</w:t>
      </w:r>
      <w:r w:rsidRPr="00726DDA">
        <w:t xml:space="preserve">ddressing on </w:t>
      </w:r>
      <w:r>
        <w:t>GigabitEthernet</w:t>
      </w:r>
      <w:r w:rsidRPr="00726DDA">
        <w:t>0/1.</w:t>
      </w:r>
    </w:p>
    <w:p w:rsidR="009207B9" w:rsidRDefault="009207B9" w:rsidP="00450FDB">
      <w:pPr>
        <w:pStyle w:val="SubStepAlpha"/>
      </w:pPr>
      <w:r>
        <w:t>Enter the commands necessary to move to interface configuration mode for GigabitEthernet0/1.</w:t>
      </w:r>
    </w:p>
    <w:p w:rsidR="009207B9" w:rsidRDefault="009207B9" w:rsidP="00450FDB">
      <w:pPr>
        <w:pStyle w:val="SubStepAlpha"/>
      </w:pPr>
      <w:r>
        <w:t xml:space="preserve">Refer to the </w:t>
      </w:r>
      <w:r>
        <w:rPr>
          <w:b/>
        </w:rPr>
        <w:t>Addressing Table</w:t>
      </w:r>
      <w:r>
        <w:t xml:space="preserve"> for the correct IPv6 address.</w:t>
      </w:r>
    </w:p>
    <w:p w:rsidR="009207B9" w:rsidRDefault="009207B9" w:rsidP="00450FDB">
      <w:pPr>
        <w:pStyle w:val="SubStepAlpha"/>
      </w:pPr>
      <w:r>
        <w:t>Configure the IPv6 address, the link-local address and activate the interface.</w:t>
      </w:r>
    </w:p>
    <w:p w:rsidR="009207B9" w:rsidRPr="00726DDA" w:rsidRDefault="009207B9" w:rsidP="009207B9">
      <w:pPr>
        <w:pStyle w:val="Heading3"/>
      </w:pPr>
      <w:r w:rsidRPr="00726DDA">
        <w:t xml:space="preserve">Configure IPv6 </w:t>
      </w:r>
      <w:r>
        <w:t>a</w:t>
      </w:r>
      <w:r w:rsidRPr="00726DDA">
        <w:t xml:space="preserve">ddressing on </w:t>
      </w:r>
      <w:r>
        <w:t>Serial</w:t>
      </w:r>
      <w:r w:rsidRPr="00726DDA">
        <w:t>0/0/0.</w:t>
      </w:r>
    </w:p>
    <w:p w:rsidR="009207B9" w:rsidRDefault="009207B9" w:rsidP="00450FDB">
      <w:pPr>
        <w:pStyle w:val="SubStepAlpha"/>
      </w:pPr>
      <w:r>
        <w:t>Enter the commands necessary to move to interface configuration mode for Serial0/0/0.</w:t>
      </w:r>
    </w:p>
    <w:p w:rsidR="009207B9" w:rsidRDefault="009207B9" w:rsidP="00450FDB">
      <w:pPr>
        <w:pStyle w:val="SubStepAlpha"/>
      </w:pPr>
      <w:r>
        <w:t xml:space="preserve">Refer to the </w:t>
      </w:r>
      <w:r>
        <w:rPr>
          <w:b/>
        </w:rPr>
        <w:t>Addressing Table</w:t>
      </w:r>
      <w:r>
        <w:t xml:space="preserve"> for the correct IPv6 address.</w:t>
      </w:r>
    </w:p>
    <w:p w:rsidR="009207B9" w:rsidRDefault="009207B9" w:rsidP="00450FDB">
      <w:pPr>
        <w:pStyle w:val="SubStepAlpha"/>
      </w:pPr>
      <w:r>
        <w:t>Configure the IPv6 address, the link-local address and activate the interface.</w:t>
      </w:r>
    </w:p>
    <w:p w:rsidR="009207B9" w:rsidRDefault="009207B9" w:rsidP="00450FDB">
      <w:pPr>
        <w:pStyle w:val="Heading3"/>
      </w:pPr>
      <w:r>
        <w:t>Verify IPv6 addressing on R1.</w:t>
      </w:r>
    </w:p>
    <w:p w:rsidR="009207B9" w:rsidRDefault="009207B9" w:rsidP="009207B9">
      <w:pPr>
        <w:pStyle w:val="BodyTextL25"/>
      </w:pPr>
      <w:r w:rsidRPr="001D1611">
        <w:t xml:space="preserve">It is good practice to verify addressing </w:t>
      </w:r>
      <w:r>
        <w:t>when it is</w:t>
      </w:r>
      <w:r w:rsidRPr="001D1611">
        <w:t xml:space="preserve"> complete </w:t>
      </w:r>
      <w:r>
        <w:t>by comparing</w:t>
      </w:r>
      <w:r w:rsidRPr="001D1611">
        <w:t xml:space="preserve"> configured values with the values in the addressing table.</w:t>
      </w:r>
    </w:p>
    <w:p w:rsidR="009207B9" w:rsidRDefault="009207B9" w:rsidP="009207B9">
      <w:pPr>
        <w:pStyle w:val="SubStepAlpha"/>
      </w:pPr>
      <w:r>
        <w:t>Exit configuration mode on R1.</w:t>
      </w:r>
    </w:p>
    <w:p w:rsidR="009207B9" w:rsidRDefault="009207B9" w:rsidP="009207B9">
      <w:pPr>
        <w:pStyle w:val="SubStepAlpha"/>
      </w:pPr>
      <w:r>
        <w:t>Verify the addressing configured by issuing the following command:</w:t>
      </w:r>
    </w:p>
    <w:p w:rsidR="009207B9" w:rsidRDefault="009207B9" w:rsidP="009207B9">
      <w:pPr>
        <w:pStyle w:val="CMD"/>
        <w:rPr>
          <w:b/>
        </w:rPr>
      </w:pPr>
      <w:r>
        <w:t xml:space="preserve">R1# </w:t>
      </w:r>
      <w:r>
        <w:rPr>
          <w:b/>
        </w:rPr>
        <w:t>show ipv6 interface brief</w:t>
      </w:r>
    </w:p>
    <w:p w:rsidR="009207B9" w:rsidRDefault="009207B9" w:rsidP="009207B9">
      <w:pPr>
        <w:pStyle w:val="SubStepAlpha"/>
      </w:pPr>
      <w:r>
        <w:t>If any addresses are incorrect, repeat the steps above as necessary to make any corrections.</w:t>
      </w:r>
    </w:p>
    <w:p w:rsidR="009207B9" w:rsidRDefault="009207B9" w:rsidP="009207B9">
      <w:pPr>
        <w:pStyle w:val="BodyTextL50"/>
      </w:pPr>
      <w:r w:rsidRPr="00204577">
        <w:rPr>
          <w:b/>
        </w:rPr>
        <w:t>Note</w:t>
      </w:r>
      <w:r>
        <w:t>: To make a change in addressing with IPv6, you must remove the incorrect address or else both the correct address and incorrect address will remain configured on the interface.</w:t>
      </w:r>
    </w:p>
    <w:p w:rsidR="009207B9" w:rsidRDefault="009207B9" w:rsidP="009207B9">
      <w:pPr>
        <w:pStyle w:val="BodyTextL50"/>
      </w:pPr>
      <w:r>
        <w:t xml:space="preserve">Example: </w:t>
      </w:r>
    </w:p>
    <w:p w:rsidR="009207B9" w:rsidRDefault="009207B9" w:rsidP="009207B9">
      <w:pPr>
        <w:pStyle w:val="CMD"/>
        <w:rPr>
          <w:b/>
        </w:rPr>
      </w:pPr>
      <w:r>
        <w:t>R1(config-</w:t>
      </w:r>
      <w:proofErr w:type="gramStart"/>
      <w:r>
        <w:t>if)#</w:t>
      </w:r>
      <w:proofErr w:type="gramEnd"/>
      <w:r>
        <w:t xml:space="preserve"> </w:t>
      </w:r>
      <w:r w:rsidRPr="009D71AD">
        <w:rPr>
          <w:b/>
        </w:rPr>
        <w:t>no</w:t>
      </w:r>
      <w:r>
        <w:t xml:space="preserve"> </w:t>
      </w:r>
      <w:r w:rsidRPr="00250DEE">
        <w:rPr>
          <w:b/>
        </w:rPr>
        <w:t xml:space="preserve">ipv6 address </w:t>
      </w:r>
      <w:r>
        <w:rPr>
          <w:b/>
        </w:rPr>
        <w:t>2001:</w:t>
      </w:r>
      <w:r w:rsidR="007C70D1">
        <w:rPr>
          <w:b/>
        </w:rPr>
        <w:t>db</w:t>
      </w:r>
      <w:r>
        <w:rPr>
          <w:b/>
        </w:rPr>
        <w:t>8:1:5</w:t>
      </w:r>
      <w:r w:rsidRPr="00137312">
        <w:rPr>
          <w:b/>
        </w:rPr>
        <w:t>::</w:t>
      </w:r>
      <w:r>
        <w:rPr>
          <w:b/>
        </w:rPr>
        <w:t>1</w:t>
      </w:r>
      <w:r w:rsidRPr="00137312">
        <w:rPr>
          <w:b/>
        </w:rPr>
        <w:t>/64</w:t>
      </w:r>
    </w:p>
    <w:p w:rsidR="009207B9" w:rsidRDefault="009207B9" w:rsidP="009207B9">
      <w:pPr>
        <w:pStyle w:val="SubStepAlpha"/>
      </w:pPr>
      <w:r>
        <w:t>Save the router configuration to NVRAM.</w:t>
      </w:r>
    </w:p>
    <w:p w:rsidR="00945E4E" w:rsidRPr="009D71AD" w:rsidRDefault="00945E4E" w:rsidP="00945E4E">
      <w:pPr>
        <w:pStyle w:val="ConfigWindow"/>
      </w:pPr>
      <w:r>
        <w:t>Close a configuration window</w:t>
      </w:r>
    </w:p>
    <w:p w:rsidR="009207B9" w:rsidRPr="00726DDA" w:rsidRDefault="009207B9" w:rsidP="00945E4E">
      <w:pPr>
        <w:pStyle w:val="Heading2"/>
      </w:pPr>
      <w:r w:rsidRPr="00726DDA">
        <w:t>Configure IPv6 Addressing on the Servers</w:t>
      </w:r>
    </w:p>
    <w:p w:rsidR="009207B9" w:rsidRPr="00726DDA" w:rsidRDefault="009207B9" w:rsidP="009207B9">
      <w:pPr>
        <w:pStyle w:val="Heading3"/>
      </w:pPr>
      <w:r w:rsidRPr="00726DDA">
        <w:t xml:space="preserve">Configure IPv6 </w:t>
      </w:r>
      <w:r>
        <w:t>a</w:t>
      </w:r>
      <w:r w:rsidRPr="00726DDA">
        <w:t>ddressing on the Accounting Server.</w:t>
      </w:r>
    </w:p>
    <w:p w:rsidR="009207B9" w:rsidRDefault="009207B9" w:rsidP="009207B9">
      <w:pPr>
        <w:pStyle w:val="SubStepAlpha"/>
        <w:numPr>
          <w:ilvl w:val="2"/>
          <w:numId w:val="12"/>
        </w:numPr>
      </w:pPr>
      <w:r>
        <w:t xml:space="preserve">Click </w:t>
      </w:r>
      <w:r w:rsidRPr="001A0DEE">
        <w:rPr>
          <w:b/>
        </w:rPr>
        <w:t>Accounting</w:t>
      </w:r>
      <w:r>
        <w:t xml:space="preserve"> and click the </w:t>
      </w:r>
      <w:r>
        <w:rPr>
          <w:b/>
        </w:rPr>
        <w:t xml:space="preserve">Desktop </w:t>
      </w:r>
      <w:r>
        <w:t xml:space="preserve">tab &gt; </w:t>
      </w:r>
      <w:r>
        <w:rPr>
          <w:b/>
        </w:rPr>
        <w:t>IP Configuration</w:t>
      </w:r>
      <w:r>
        <w:t>.</w:t>
      </w:r>
    </w:p>
    <w:p w:rsidR="009207B9" w:rsidRDefault="009207B9" w:rsidP="009207B9">
      <w:pPr>
        <w:pStyle w:val="SubStepAlpha"/>
        <w:numPr>
          <w:ilvl w:val="2"/>
          <w:numId w:val="12"/>
        </w:numPr>
      </w:pPr>
      <w:r>
        <w:t xml:space="preserve">Set the </w:t>
      </w:r>
      <w:r w:rsidRPr="001A0DEE">
        <w:rPr>
          <w:b/>
        </w:rPr>
        <w:t>IPv6 Address</w:t>
      </w:r>
      <w:r>
        <w:t xml:space="preserve"> to </w:t>
      </w:r>
      <w:r w:rsidRPr="00EA33FA">
        <w:rPr>
          <w:b/>
        </w:rPr>
        <w:t>2001:</w:t>
      </w:r>
      <w:r w:rsidR="007C70D1">
        <w:rPr>
          <w:b/>
        </w:rPr>
        <w:t>db</w:t>
      </w:r>
      <w:r w:rsidRPr="00EA33FA">
        <w:rPr>
          <w:b/>
        </w:rPr>
        <w:t>8:1:1::4</w:t>
      </w:r>
      <w:r>
        <w:t xml:space="preserve"> with a prefix of </w:t>
      </w:r>
      <w:r>
        <w:rPr>
          <w:b/>
        </w:rPr>
        <w:t>/64</w:t>
      </w:r>
      <w:r>
        <w:t>.</w:t>
      </w:r>
    </w:p>
    <w:p w:rsidR="009207B9" w:rsidRDefault="009207B9" w:rsidP="009207B9">
      <w:pPr>
        <w:pStyle w:val="SubStepAlpha"/>
        <w:numPr>
          <w:ilvl w:val="2"/>
          <w:numId w:val="12"/>
        </w:numPr>
      </w:pPr>
      <w:r>
        <w:t xml:space="preserve">Set the </w:t>
      </w:r>
      <w:r w:rsidRPr="001A0DEE">
        <w:rPr>
          <w:b/>
        </w:rPr>
        <w:t>IPv6 Gateway</w:t>
      </w:r>
      <w:r>
        <w:t xml:space="preserve"> to </w:t>
      </w:r>
      <w:r w:rsidRPr="00EA33FA">
        <w:t>the link-local address</w:t>
      </w:r>
      <w:r>
        <w:t xml:space="preserve">, </w:t>
      </w:r>
      <w:r w:rsidR="007C70D1" w:rsidRPr="007C70D1">
        <w:rPr>
          <w:b/>
        </w:rPr>
        <w:t>fe</w:t>
      </w:r>
      <w:r>
        <w:rPr>
          <w:b/>
        </w:rPr>
        <w:t>80::1</w:t>
      </w:r>
      <w:r w:rsidRPr="00C4143B">
        <w:t>.</w:t>
      </w:r>
    </w:p>
    <w:p w:rsidR="009207B9" w:rsidRPr="00726DDA" w:rsidRDefault="009207B9" w:rsidP="009207B9">
      <w:pPr>
        <w:pStyle w:val="Heading3"/>
      </w:pPr>
      <w:r w:rsidRPr="00726DDA">
        <w:t xml:space="preserve">Configure IPv6 </w:t>
      </w:r>
      <w:r>
        <w:t>a</w:t>
      </w:r>
      <w:r w:rsidRPr="00726DDA">
        <w:t>ddressing on the CAD Server.</w:t>
      </w:r>
    </w:p>
    <w:p w:rsidR="009207B9" w:rsidRDefault="009207B9" w:rsidP="009207B9">
      <w:pPr>
        <w:pStyle w:val="BodyTextL25"/>
      </w:pPr>
      <w:r>
        <w:t xml:space="preserve">Configure the </w:t>
      </w:r>
      <w:r w:rsidRPr="00D8081B">
        <w:rPr>
          <w:b/>
        </w:rPr>
        <w:t>CAD</w:t>
      </w:r>
      <w:r>
        <w:t xml:space="preserve"> server with addresses as was done in Step 1.</w:t>
      </w:r>
      <w:r w:rsidRPr="00F6561B">
        <w:t xml:space="preserve"> </w:t>
      </w:r>
      <w:r>
        <w:t xml:space="preserve">Refer to the </w:t>
      </w:r>
      <w:r>
        <w:rPr>
          <w:b/>
        </w:rPr>
        <w:t xml:space="preserve">Addressing Table </w:t>
      </w:r>
      <w:r>
        <w:t>for the addresses to use.</w:t>
      </w:r>
    </w:p>
    <w:p w:rsidR="009207B9" w:rsidRPr="00726DDA" w:rsidRDefault="009207B9" w:rsidP="00945E4E">
      <w:pPr>
        <w:pStyle w:val="Heading2"/>
      </w:pPr>
      <w:r w:rsidRPr="00726DDA">
        <w:t>Configure IPv6 Addressing on the Clients</w:t>
      </w:r>
    </w:p>
    <w:p w:rsidR="009207B9" w:rsidRPr="00726DDA" w:rsidRDefault="009207B9" w:rsidP="009207B9">
      <w:pPr>
        <w:pStyle w:val="Heading3"/>
      </w:pPr>
      <w:r w:rsidRPr="00726DDA">
        <w:t xml:space="preserve">Configure IPv6 </w:t>
      </w:r>
      <w:r>
        <w:t>a</w:t>
      </w:r>
      <w:r w:rsidRPr="00726DDA">
        <w:t>ddressing on the Sales and Billing Clients.</w:t>
      </w:r>
    </w:p>
    <w:p w:rsidR="009207B9" w:rsidRDefault="009207B9" w:rsidP="00945E4E">
      <w:pPr>
        <w:pStyle w:val="SubStepAlpha"/>
      </w:pPr>
      <w:r>
        <w:t xml:space="preserve">Click </w:t>
      </w:r>
      <w:r w:rsidRPr="00C4143B">
        <w:rPr>
          <w:b/>
        </w:rPr>
        <w:t>Billing</w:t>
      </w:r>
      <w:r>
        <w:t xml:space="preserve"> and then select the </w:t>
      </w:r>
      <w:r w:rsidRPr="00C4143B">
        <w:rPr>
          <w:b/>
        </w:rPr>
        <w:t xml:space="preserve">Desktop </w:t>
      </w:r>
      <w:r w:rsidRPr="00D953CE">
        <w:t>tab</w:t>
      </w:r>
      <w:r>
        <w:t xml:space="preserve"> followed by </w:t>
      </w:r>
      <w:r w:rsidRPr="00C4143B">
        <w:rPr>
          <w:b/>
        </w:rPr>
        <w:t>IP Configuration</w:t>
      </w:r>
      <w:r>
        <w:t>.</w:t>
      </w:r>
    </w:p>
    <w:p w:rsidR="009207B9" w:rsidRDefault="009207B9" w:rsidP="00945E4E">
      <w:pPr>
        <w:pStyle w:val="SubStepAlpha"/>
      </w:pPr>
      <w:r>
        <w:t xml:space="preserve">Set the </w:t>
      </w:r>
      <w:r w:rsidRPr="001A0DEE">
        <w:rPr>
          <w:b/>
        </w:rPr>
        <w:t>IPv6 Address</w:t>
      </w:r>
      <w:r>
        <w:t xml:space="preserve"> to </w:t>
      </w:r>
      <w:r w:rsidRPr="00EA33FA">
        <w:rPr>
          <w:b/>
        </w:rPr>
        <w:t>2001:</w:t>
      </w:r>
      <w:r w:rsidR="007C70D1">
        <w:rPr>
          <w:b/>
        </w:rPr>
        <w:t>db</w:t>
      </w:r>
      <w:r w:rsidRPr="00EA33FA">
        <w:rPr>
          <w:b/>
        </w:rPr>
        <w:t>8:1:1::3</w:t>
      </w:r>
      <w:r>
        <w:t xml:space="preserve"> with a prefix of </w:t>
      </w:r>
      <w:r>
        <w:rPr>
          <w:b/>
        </w:rPr>
        <w:t>/64</w:t>
      </w:r>
      <w:r>
        <w:t>.</w:t>
      </w:r>
    </w:p>
    <w:p w:rsidR="009207B9" w:rsidRDefault="009207B9" w:rsidP="00945E4E">
      <w:pPr>
        <w:pStyle w:val="SubStepAlpha"/>
      </w:pPr>
      <w:r>
        <w:t xml:space="preserve">Set the </w:t>
      </w:r>
      <w:r w:rsidRPr="001A0DEE">
        <w:rPr>
          <w:b/>
        </w:rPr>
        <w:t>IPv6 Gateway</w:t>
      </w:r>
      <w:r>
        <w:t xml:space="preserve"> to </w:t>
      </w:r>
      <w:r w:rsidRPr="00EA33FA">
        <w:t>the link-local address</w:t>
      </w:r>
      <w:r>
        <w:t xml:space="preserve">, </w:t>
      </w:r>
      <w:r w:rsidR="007C70D1" w:rsidRPr="007C70D1">
        <w:rPr>
          <w:b/>
        </w:rPr>
        <w:t>fe</w:t>
      </w:r>
      <w:r>
        <w:rPr>
          <w:b/>
        </w:rPr>
        <w:t>80::1</w:t>
      </w:r>
      <w:r w:rsidRPr="00C4143B">
        <w:t>.</w:t>
      </w:r>
    </w:p>
    <w:p w:rsidR="009207B9" w:rsidRDefault="009207B9" w:rsidP="00945E4E">
      <w:pPr>
        <w:pStyle w:val="SubStepAlpha"/>
      </w:pPr>
      <w:r>
        <w:t xml:space="preserve">Repeat Steps 1a through 1c for </w:t>
      </w:r>
      <w:r>
        <w:rPr>
          <w:b/>
        </w:rPr>
        <w:t>Sales</w:t>
      </w:r>
      <w:r>
        <w:t xml:space="preserve">. Refer to the </w:t>
      </w:r>
      <w:r>
        <w:rPr>
          <w:b/>
        </w:rPr>
        <w:t xml:space="preserve">Addressing Table </w:t>
      </w:r>
      <w:r>
        <w:t>for the IPv6 address.</w:t>
      </w:r>
    </w:p>
    <w:p w:rsidR="009207B9" w:rsidRPr="00726DDA" w:rsidRDefault="009207B9" w:rsidP="009207B9">
      <w:pPr>
        <w:pStyle w:val="Heading3"/>
      </w:pPr>
      <w:r w:rsidRPr="00726DDA">
        <w:t>Configure IPv6 Addressing on the Engineering and Design Clients.</w:t>
      </w:r>
    </w:p>
    <w:p w:rsidR="009207B9" w:rsidRDefault="009207B9" w:rsidP="00945E4E">
      <w:pPr>
        <w:pStyle w:val="SubStepAlpha"/>
      </w:pPr>
      <w:r>
        <w:t xml:space="preserve">Click </w:t>
      </w:r>
      <w:r>
        <w:rPr>
          <w:b/>
        </w:rPr>
        <w:t>Engineering</w:t>
      </w:r>
      <w:r>
        <w:t xml:space="preserve"> and then select the </w:t>
      </w:r>
      <w:r w:rsidRPr="00C4143B">
        <w:rPr>
          <w:b/>
        </w:rPr>
        <w:t xml:space="preserve">Desktop </w:t>
      </w:r>
      <w:r w:rsidRPr="00D953CE">
        <w:t>tab</w:t>
      </w:r>
      <w:r>
        <w:t xml:space="preserve"> followed by </w:t>
      </w:r>
      <w:r w:rsidRPr="00C4143B">
        <w:rPr>
          <w:b/>
        </w:rPr>
        <w:t>IP Configuration</w:t>
      </w:r>
      <w:r>
        <w:t>.</w:t>
      </w:r>
    </w:p>
    <w:p w:rsidR="009207B9" w:rsidRDefault="009207B9" w:rsidP="00945E4E">
      <w:pPr>
        <w:pStyle w:val="SubStepAlpha"/>
      </w:pPr>
      <w:r>
        <w:t xml:space="preserve">Set the </w:t>
      </w:r>
      <w:r w:rsidRPr="001A0DEE">
        <w:t>IPv6 Address</w:t>
      </w:r>
      <w:r>
        <w:t xml:space="preserve"> to </w:t>
      </w:r>
      <w:r w:rsidRPr="00EA33FA">
        <w:t>2001:</w:t>
      </w:r>
      <w:r w:rsidR="007C70D1">
        <w:t>db</w:t>
      </w:r>
      <w:r w:rsidRPr="00EA33FA">
        <w:t>8:1:2::3</w:t>
      </w:r>
      <w:r>
        <w:t xml:space="preserve"> with a prefix of /64.</w:t>
      </w:r>
    </w:p>
    <w:p w:rsidR="009207B9" w:rsidRDefault="009207B9" w:rsidP="00945E4E">
      <w:pPr>
        <w:pStyle w:val="SubStepAlpha"/>
      </w:pPr>
      <w:r>
        <w:t xml:space="preserve">Set the </w:t>
      </w:r>
      <w:r w:rsidRPr="001A0DEE">
        <w:rPr>
          <w:b/>
        </w:rPr>
        <w:t>IPv6 Gateway</w:t>
      </w:r>
      <w:r>
        <w:t xml:space="preserve"> to </w:t>
      </w:r>
      <w:r w:rsidRPr="00EA33FA">
        <w:t>the link-local address</w:t>
      </w:r>
      <w:r>
        <w:t xml:space="preserve">, </w:t>
      </w:r>
      <w:r w:rsidR="007C70D1" w:rsidRPr="007C70D1">
        <w:rPr>
          <w:b/>
        </w:rPr>
        <w:t>fe</w:t>
      </w:r>
      <w:r>
        <w:rPr>
          <w:b/>
        </w:rPr>
        <w:t>80::1</w:t>
      </w:r>
      <w:r w:rsidRPr="00C4143B">
        <w:t>.</w:t>
      </w:r>
    </w:p>
    <w:p w:rsidR="009207B9" w:rsidRDefault="009207B9" w:rsidP="009207B9">
      <w:pPr>
        <w:pStyle w:val="SubStepAlpha"/>
        <w:numPr>
          <w:ilvl w:val="2"/>
          <w:numId w:val="12"/>
        </w:numPr>
      </w:pPr>
      <w:r>
        <w:t xml:space="preserve">Repeat Steps 2a through 2c for </w:t>
      </w:r>
      <w:r>
        <w:rPr>
          <w:b/>
        </w:rPr>
        <w:t>Design</w:t>
      </w:r>
      <w:r>
        <w:t xml:space="preserve">. Refer to the </w:t>
      </w:r>
      <w:r>
        <w:rPr>
          <w:b/>
        </w:rPr>
        <w:t xml:space="preserve">Addressing Table </w:t>
      </w:r>
      <w:r>
        <w:t>for the IPv6 address.</w:t>
      </w:r>
    </w:p>
    <w:p w:rsidR="009207B9" w:rsidRPr="00726DDA" w:rsidRDefault="009207B9" w:rsidP="00945E4E">
      <w:pPr>
        <w:pStyle w:val="Heading2"/>
      </w:pPr>
      <w:r w:rsidRPr="00726DDA">
        <w:t>Test and Verify Network Connectivity</w:t>
      </w:r>
    </w:p>
    <w:p w:rsidR="009207B9" w:rsidRPr="00726DDA" w:rsidRDefault="009207B9" w:rsidP="00945E4E">
      <w:pPr>
        <w:pStyle w:val="Heading3"/>
      </w:pPr>
      <w:r w:rsidRPr="00726DDA">
        <w:t>Open the server web pages from the clients.</w:t>
      </w:r>
    </w:p>
    <w:p w:rsidR="009207B9" w:rsidRDefault="009207B9" w:rsidP="00945E4E">
      <w:pPr>
        <w:pStyle w:val="SubStepAlpha"/>
      </w:pPr>
      <w:r>
        <w:t xml:space="preserve">Click </w:t>
      </w:r>
      <w:r w:rsidRPr="00F6561B">
        <w:rPr>
          <w:b/>
        </w:rPr>
        <w:t>Sales</w:t>
      </w:r>
      <w:r>
        <w:t xml:space="preserve"> and click the </w:t>
      </w:r>
      <w:r w:rsidRPr="00F6561B">
        <w:rPr>
          <w:b/>
        </w:rPr>
        <w:t xml:space="preserve">Desktop </w:t>
      </w:r>
      <w:r w:rsidRPr="00A76D2E">
        <w:t>tab</w:t>
      </w:r>
      <w:r>
        <w:t xml:space="preserve">. Close the </w:t>
      </w:r>
      <w:r>
        <w:rPr>
          <w:b/>
        </w:rPr>
        <w:t xml:space="preserve">IP Configuration </w:t>
      </w:r>
      <w:r>
        <w:t xml:space="preserve">window, if necessary. </w:t>
      </w:r>
    </w:p>
    <w:p w:rsidR="009207B9" w:rsidRDefault="009207B9" w:rsidP="00945E4E">
      <w:pPr>
        <w:pStyle w:val="SubStepAlpha"/>
      </w:pPr>
      <w:r>
        <w:t xml:space="preserve">Click </w:t>
      </w:r>
      <w:r w:rsidRPr="00F6561B">
        <w:rPr>
          <w:b/>
        </w:rPr>
        <w:t>Web Browser</w:t>
      </w:r>
      <w:r>
        <w:t>. Enter</w:t>
      </w:r>
      <w:r w:rsidRPr="00A452FC">
        <w:t xml:space="preserve"> </w:t>
      </w:r>
      <w:r w:rsidRPr="00EA33FA">
        <w:rPr>
          <w:b/>
        </w:rPr>
        <w:t>2001:</w:t>
      </w:r>
      <w:r w:rsidR="007C70D1">
        <w:rPr>
          <w:b/>
        </w:rPr>
        <w:t>db</w:t>
      </w:r>
      <w:r w:rsidRPr="00EA33FA">
        <w:rPr>
          <w:b/>
        </w:rPr>
        <w:t>8:1:1::4</w:t>
      </w:r>
      <w:r>
        <w:t xml:space="preserve"> in the URL box and click </w:t>
      </w:r>
      <w:r w:rsidRPr="00F6561B">
        <w:rPr>
          <w:b/>
        </w:rPr>
        <w:t>Go</w:t>
      </w:r>
      <w:r>
        <w:t xml:space="preserve">. The </w:t>
      </w:r>
      <w:r w:rsidRPr="00F6561B">
        <w:rPr>
          <w:b/>
        </w:rPr>
        <w:t>Accounting</w:t>
      </w:r>
      <w:r>
        <w:t xml:space="preserve"> website should appear.</w:t>
      </w:r>
    </w:p>
    <w:p w:rsidR="009207B9" w:rsidRDefault="009207B9" w:rsidP="00945E4E">
      <w:pPr>
        <w:pStyle w:val="SubStepAlpha"/>
      </w:pPr>
      <w:r>
        <w:t>Enter</w:t>
      </w:r>
      <w:r w:rsidRPr="00A452FC">
        <w:t xml:space="preserve"> </w:t>
      </w:r>
      <w:r w:rsidRPr="00FC1B6F">
        <w:rPr>
          <w:b/>
        </w:rPr>
        <w:t>2001:</w:t>
      </w:r>
      <w:r w:rsidR="007C70D1">
        <w:rPr>
          <w:b/>
        </w:rPr>
        <w:t>db</w:t>
      </w:r>
      <w:r w:rsidRPr="00FC1B6F">
        <w:rPr>
          <w:b/>
        </w:rPr>
        <w:t>8:1:2::4</w:t>
      </w:r>
      <w:r>
        <w:t xml:space="preserve"> in the URL box and click </w:t>
      </w:r>
      <w:r w:rsidRPr="009F17D2">
        <w:rPr>
          <w:b/>
        </w:rPr>
        <w:t>Go</w:t>
      </w:r>
      <w:r>
        <w:t xml:space="preserve">. The </w:t>
      </w:r>
      <w:r>
        <w:rPr>
          <w:b/>
        </w:rPr>
        <w:t>CAD</w:t>
      </w:r>
      <w:r>
        <w:t xml:space="preserve"> website should appear.</w:t>
      </w:r>
    </w:p>
    <w:p w:rsidR="009207B9" w:rsidRDefault="009207B9" w:rsidP="00945E4E">
      <w:pPr>
        <w:pStyle w:val="SubStepAlpha"/>
      </w:pPr>
      <w:r>
        <w:t>Repeat steps 1a through 1c for the rest of the clients.</w:t>
      </w:r>
    </w:p>
    <w:p w:rsidR="009207B9" w:rsidRPr="00726DDA" w:rsidRDefault="009207B9" w:rsidP="00945E4E">
      <w:pPr>
        <w:pStyle w:val="Heading3"/>
      </w:pPr>
      <w:r w:rsidRPr="00726DDA">
        <w:t>Ping the ISP.</w:t>
      </w:r>
    </w:p>
    <w:p w:rsidR="009207B9" w:rsidRDefault="009207B9" w:rsidP="00945E4E">
      <w:pPr>
        <w:pStyle w:val="SubStepAlpha"/>
      </w:pPr>
      <w:r>
        <w:t>Click on any client.</w:t>
      </w:r>
    </w:p>
    <w:p w:rsidR="009207B9" w:rsidRDefault="009207B9" w:rsidP="00945E4E">
      <w:pPr>
        <w:pStyle w:val="SubStepAlpha"/>
      </w:pPr>
      <w:r>
        <w:t xml:space="preserve">Click the </w:t>
      </w:r>
      <w:r w:rsidRPr="009F17D2">
        <w:t xml:space="preserve">Desktop </w:t>
      </w:r>
      <w:r w:rsidRPr="00A76D2E">
        <w:t>tab</w:t>
      </w:r>
      <w:r>
        <w:t xml:space="preserve"> &gt; Command Prompt.</w:t>
      </w:r>
    </w:p>
    <w:p w:rsidR="009207B9" w:rsidRDefault="009207B9" w:rsidP="00945E4E">
      <w:pPr>
        <w:pStyle w:val="SubStepAlpha"/>
      </w:pPr>
      <w:r>
        <w:t>Test connectivity to the ISP by entering the following command:</w:t>
      </w:r>
    </w:p>
    <w:p w:rsidR="009207B9" w:rsidRDefault="009207B9" w:rsidP="009207B9">
      <w:pPr>
        <w:pStyle w:val="CMD"/>
      </w:pPr>
      <w:r>
        <w:t xml:space="preserve">PC&gt; </w:t>
      </w:r>
      <w:r w:rsidRPr="00181D5D">
        <w:rPr>
          <w:b/>
        </w:rPr>
        <w:t xml:space="preserve">ping </w:t>
      </w:r>
      <w:r w:rsidRPr="00FC1B6F">
        <w:rPr>
          <w:b/>
        </w:rPr>
        <w:t>2001:</w:t>
      </w:r>
      <w:r w:rsidR="007C70D1">
        <w:rPr>
          <w:b/>
        </w:rPr>
        <w:t>db</w:t>
      </w:r>
      <w:proofErr w:type="gramStart"/>
      <w:r w:rsidRPr="00FC1B6F">
        <w:rPr>
          <w:b/>
        </w:rPr>
        <w:t>8:1:</w:t>
      </w:r>
      <w:r w:rsidR="007C70D1">
        <w:rPr>
          <w:b/>
        </w:rPr>
        <w:t>a</w:t>
      </w:r>
      <w:proofErr w:type="gramEnd"/>
      <w:r w:rsidR="007C70D1">
        <w:rPr>
          <w:b/>
        </w:rPr>
        <w:t>0</w:t>
      </w:r>
      <w:r w:rsidRPr="00FC1B6F">
        <w:rPr>
          <w:b/>
        </w:rPr>
        <w:t>01::</w:t>
      </w:r>
      <w:r>
        <w:rPr>
          <w:b/>
        </w:rPr>
        <w:t>1</w:t>
      </w:r>
    </w:p>
    <w:p w:rsidR="009207B9" w:rsidRDefault="009207B9" w:rsidP="00945E4E">
      <w:pPr>
        <w:pStyle w:val="SubStepAlpha"/>
      </w:pPr>
      <w:r>
        <w:t xml:space="preserve">Repeat the </w:t>
      </w:r>
      <w:r w:rsidRPr="00412D4F">
        <w:rPr>
          <w:b/>
        </w:rPr>
        <w:t>ping</w:t>
      </w:r>
      <w:r>
        <w:t xml:space="preserve"> command with other clients until full connectivity is verified.</w:t>
      </w:r>
    </w:p>
    <w:p w:rsidR="00450FDB" w:rsidRDefault="00450FDB" w:rsidP="00450FDB">
      <w:pPr>
        <w:pStyle w:val="ConfigWindow"/>
      </w:pPr>
      <w:r>
        <w:t>End of Document</w:t>
      </w:r>
    </w:p>
    <w:sectPr w:rsidR="00450FDB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6D4" w:rsidRDefault="002816D4" w:rsidP="00710659">
      <w:pPr>
        <w:spacing w:after="0" w:line="240" w:lineRule="auto"/>
      </w:pPr>
      <w:r>
        <w:separator/>
      </w:r>
    </w:p>
    <w:p w:rsidR="002816D4" w:rsidRDefault="002816D4"/>
  </w:endnote>
  <w:endnote w:type="continuationSeparator" w:id="0">
    <w:p w:rsidR="002816D4" w:rsidRDefault="002816D4" w:rsidP="00710659">
      <w:pPr>
        <w:spacing w:after="0" w:line="240" w:lineRule="auto"/>
      </w:pPr>
      <w:r>
        <w:continuationSeparator/>
      </w:r>
    </w:p>
    <w:p w:rsidR="002816D4" w:rsidRDefault="002816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207B9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7C70D1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1501F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1501F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207B9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7C70D1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1501F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1501F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6D4" w:rsidRDefault="002816D4" w:rsidP="00710659">
      <w:pPr>
        <w:spacing w:after="0" w:line="240" w:lineRule="auto"/>
      </w:pPr>
      <w:r>
        <w:separator/>
      </w:r>
    </w:p>
    <w:p w:rsidR="002816D4" w:rsidRDefault="002816D4"/>
  </w:footnote>
  <w:footnote w:type="continuationSeparator" w:id="0">
    <w:p w:rsidR="002816D4" w:rsidRDefault="002816D4" w:rsidP="00710659">
      <w:pPr>
        <w:spacing w:after="0" w:line="240" w:lineRule="auto"/>
      </w:pPr>
      <w:r>
        <w:continuationSeparator/>
      </w:r>
    </w:p>
    <w:p w:rsidR="002816D4" w:rsidRDefault="002816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A0F511633BD94C13BAC879804B7F104A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9207B9" w:rsidP="008402F2">
        <w:pPr>
          <w:pStyle w:val="PageHead"/>
        </w:pPr>
        <w:r>
          <w:t>Packet Tracer - Configure IPv6 Addressing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04CE911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72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534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1B1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501F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1548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16D4"/>
    <w:rsid w:val="00285857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4377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0FDB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D64C2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43C6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2A4F"/>
    <w:rsid w:val="0078405B"/>
    <w:rsid w:val="00786F58"/>
    <w:rsid w:val="00787CC1"/>
    <w:rsid w:val="00792F4E"/>
    <w:rsid w:val="0079398D"/>
    <w:rsid w:val="00796C25"/>
    <w:rsid w:val="007973D1"/>
    <w:rsid w:val="007A287C"/>
    <w:rsid w:val="007A3B2A"/>
    <w:rsid w:val="007B0C9D"/>
    <w:rsid w:val="007B5522"/>
    <w:rsid w:val="007C0EE0"/>
    <w:rsid w:val="007C1B71"/>
    <w:rsid w:val="007C2FBB"/>
    <w:rsid w:val="007C70D1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4F3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06AAE"/>
    <w:rsid w:val="00911080"/>
    <w:rsid w:val="00912500"/>
    <w:rsid w:val="0091350B"/>
    <w:rsid w:val="00915986"/>
    <w:rsid w:val="00917624"/>
    <w:rsid w:val="009207B9"/>
    <w:rsid w:val="00926CB2"/>
    <w:rsid w:val="00930386"/>
    <w:rsid w:val="009309F5"/>
    <w:rsid w:val="00933237"/>
    <w:rsid w:val="00933F28"/>
    <w:rsid w:val="009400C3"/>
    <w:rsid w:val="00942299"/>
    <w:rsid w:val="009453F7"/>
    <w:rsid w:val="00945E4E"/>
    <w:rsid w:val="00946534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B72C1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1A403A"/>
  <w15:docId w15:val="{37D079DE-A72C-43D1-939E-6208C09B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945E4E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ind w:left="0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945E4E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285857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45E4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basedOn w:val="NoList"/>
    <w:uiPriority w:val="99"/>
    <w:rsid w:val="009207B9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F511633BD94C13BAC879804B7F1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CFE3E-F410-44E3-956E-FEDEBC5E5C90}"/>
      </w:docPartPr>
      <w:docPartBody>
        <w:p w:rsidR="00857B50" w:rsidRDefault="00F03BAF">
          <w:pPr>
            <w:pStyle w:val="A0F511633BD94C13BAC879804B7F104A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BAF"/>
    <w:rsid w:val="004B0798"/>
    <w:rsid w:val="00857B50"/>
    <w:rsid w:val="00A32191"/>
    <w:rsid w:val="00BB69B8"/>
    <w:rsid w:val="00F0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0F511633BD94C13BAC879804B7F104A">
    <w:name w:val="A0F511633BD94C13BAC879804B7F10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0025D-F5CE-4123-810E-4085AF69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IPv6 Addressing</vt:lpstr>
    </vt:vector>
  </TitlesOfParts>
  <Company>Cisco Systems, Inc.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IPv6 Addressing</dc:title>
  <dc:creator>SP</dc:creator>
  <dc:description>2013</dc:description>
  <cp:lastModifiedBy>Suk-Yi Pennock -X (spennock - UNICON INC at Cisco)</cp:lastModifiedBy>
  <cp:revision>3</cp:revision>
  <dcterms:created xsi:type="dcterms:W3CDTF">2019-12-03T21:09:00Z</dcterms:created>
  <dcterms:modified xsi:type="dcterms:W3CDTF">2019-12-03T21:10:00Z</dcterms:modified>
</cp:coreProperties>
</file>